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844BE1C-6863-4B0E-9C32-9350FDD42EF4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